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63F" w:rsidRPr="00B27BE4" w:rsidRDefault="00B27BE4" w:rsidP="00B27BE4">
      <w:pPr>
        <w:pStyle w:val="Title"/>
        <w:jc w:val="center"/>
        <w:rPr>
          <w:b/>
          <w:color w:val="761E28" w:themeColor="accent2" w:themeShade="BF"/>
          <w:u w:val="single"/>
        </w:rPr>
      </w:pPr>
      <w:r w:rsidRPr="00B27BE4">
        <w:rPr>
          <w:b/>
          <w:color w:val="761E28" w:themeColor="accent2" w:themeShade="BF"/>
          <w:u w:val="single"/>
        </w:rPr>
        <w:t>Learn Why Having a Job in College is Beneficial</w:t>
      </w:r>
    </w:p>
    <w:p w:rsidR="0019163F" w:rsidRDefault="0019163F"/>
    <w:p w:rsidR="00B27BE4" w:rsidRPr="00B27BE4" w:rsidRDefault="00B27BE4">
      <w:pPr>
        <w:rPr>
          <w:b/>
          <w:color w:val="761E28" w:themeColor="accent2" w:themeShade="BF"/>
          <w:sz w:val="36"/>
          <w:szCs w:val="36"/>
        </w:rPr>
      </w:pPr>
      <w:r w:rsidRPr="00B27BE4">
        <w:rPr>
          <w:b/>
          <w:color w:val="761E28" w:themeColor="accent2" w:themeShade="BF"/>
          <w:sz w:val="36"/>
          <w:szCs w:val="36"/>
        </w:rPr>
        <w:t>Benefits:</w:t>
      </w:r>
    </w:p>
    <w:p w:rsidR="00B27BE4" w:rsidRPr="00B27BE4" w:rsidRDefault="00B27BE4" w:rsidP="00B27BE4">
      <w:pPr>
        <w:pStyle w:val="ListParagraph"/>
        <w:numPr>
          <w:ilvl w:val="0"/>
          <w:numId w:val="14"/>
        </w:numPr>
        <w:rPr>
          <w:b/>
          <w:color w:val="B35E06" w:themeColor="accent1" w:themeShade="BF"/>
          <w:sz w:val="32"/>
          <w:szCs w:val="32"/>
        </w:rPr>
      </w:pPr>
      <w:r w:rsidRPr="00B27BE4">
        <w:rPr>
          <w:b/>
          <w:color w:val="B35E06" w:themeColor="accent1" w:themeShade="BF"/>
          <w:sz w:val="32"/>
          <w:szCs w:val="32"/>
        </w:rPr>
        <w:t>Bosses can help with future career plans</w:t>
      </w:r>
    </w:p>
    <w:p w:rsidR="00B27BE4" w:rsidRPr="00B27BE4" w:rsidRDefault="00B27BE4" w:rsidP="00B27BE4">
      <w:pPr>
        <w:pStyle w:val="ListParagraph"/>
        <w:numPr>
          <w:ilvl w:val="0"/>
          <w:numId w:val="14"/>
        </w:numPr>
        <w:rPr>
          <w:b/>
          <w:color w:val="B35E06" w:themeColor="accent1" w:themeShade="BF"/>
          <w:sz w:val="32"/>
          <w:szCs w:val="32"/>
        </w:rPr>
      </w:pPr>
      <w:r w:rsidRPr="00B27BE4">
        <w:rPr>
          <w:b/>
          <w:color w:val="B35E06" w:themeColor="accent1" w:themeShade="BF"/>
          <w:sz w:val="32"/>
          <w:szCs w:val="32"/>
        </w:rPr>
        <w:t>Do not have to stress about money on top of work</w:t>
      </w:r>
    </w:p>
    <w:p w:rsidR="00B27BE4" w:rsidRPr="00B27BE4" w:rsidRDefault="00B27BE4" w:rsidP="00B27BE4">
      <w:pPr>
        <w:pStyle w:val="ListParagraph"/>
        <w:numPr>
          <w:ilvl w:val="0"/>
          <w:numId w:val="14"/>
        </w:numPr>
        <w:rPr>
          <w:b/>
          <w:color w:val="B35E06" w:themeColor="accent1" w:themeShade="BF"/>
          <w:sz w:val="32"/>
          <w:szCs w:val="32"/>
        </w:rPr>
      </w:pPr>
      <w:r w:rsidRPr="00B27BE4">
        <w:rPr>
          <w:b/>
          <w:color w:val="B35E06" w:themeColor="accent1" w:themeShade="BF"/>
          <w:sz w:val="32"/>
          <w:szCs w:val="32"/>
        </w:rPr>
        <w:t>Shows that you are a hard-worker and can conquer many tasks at one time</w:t>
      </w:r>
    </w:p>
    <w:p w:rsidR="00B27BE4" w:rsidRPr="00B27BE4" w:rsidRDefault="00B27BE4" w:rsidP="00B27BE4">
      <w:pPr>
        <w:pStyle w:val="ListParagraph"/>
        <w:numPr>
          <w:ilvl w:val="0"/>
          <w:numId w:val="14"/>
        </w:numPr>
        <w:rPr>
          <w:b/>
          <w:color w:val="B35E06" w:themeColor="accent1" w:themeShade="BF"/>
          <w:sz w:val="32"/>
          <w:szCs w:val="32"/>
        </w:rPr>
      </w:pPr>
      <w:r w:rsidRPr="00B27BE4">
        <w:rPr>
          <w:b/>
          <w:color w:val="B35E06" w:themeColor="accent1" w:themeShade="BF"/>
          <w:sz w:val="32"/>
          <w:szCs w:val="32"/>
        </w:rPr>
        <w:t>Looks good on resume</w:t>
      </w:r>
    </w:p>
    <w:p w:rsidR="00B27BE4" w:rsidRPr="00B27BE4" w:rsidRDefault="00B27BE4" w:rsidP="00B27BE4">
      <w:pPr>
        <w:rPr>
          <w:b/>
          <w:color w:val="B35E06" w:themeColor="accent1" w:themeShade="BF"/>
          <w:sz w:val="32"/>
          <w:szCs w:val="32"/>
        </w:rPr>
      </w:pPr>
    </w:p>
    <w:p w:rsidR="00B27BE4" w:rsidRPr="00B27BE4" w:rsidRDefault="00B27BE4" w:rsidP="00B27BE4">
      <w:pPr>
        <w:rPr>
          <w:b/>
          <w:color w:val="761E28" w:themeColor="accent2" w:themeShade="BF"/>
          <w:sz w:val="32"/>
          <w:szCs w:val="32"/>
        </w:rPr>
      </w:pPr>
      <w:r w:rsidRPr="00B27BE4">
        <w:rPr>
          <w:b/>
          <w:color w:val="761E28" w:themeColor="accent2" w:themeShade="BF"/>
          <w:sz w:val="32"/>
          <w:szCs w:val="32"/>
        </w:rPr>
        <w:t>How to Balance Work and Studies:</w:t>
      </w:r>
    </w:p>
    <w:p w:rsidR="00B27BE4" w:rsidRPr="00B27BE4" w:rsidRDefault="00B27BE4" w:rsidP="00B27BE4">
      <w:pPr>
        <w:pStyle w:val="ListParagraph"/>
        <w:numPr>
          <w:ilvl w:val="0"/>
          <w:numId w:val="16"/>
        </w:numPr>
        <w:rPr>
          <w:b/>
          <w:color w:val="B35E06" w:themeColor="accent1" w:themeShade="BF"/>
          <w:sz w:val="32"/>
          <w:szCs w:val="32"/>
        </w:rPr>
      </w:pPr>
      <w:r w:rsidRPr="00B27BE4">
        <w:rPr>
          <w:b/>
          <w:color w:val="B35E06" w:themeColor="accent1" w:themeShade="BF"/>
          <w:sz w:val="32"/>
          <w:szCs w:val="32"/>
        </w:rPr>
        <w:t>Have a planner</w:t>
      </w:r>
    </w:p>
    <w:p w:rsidR="00B27BE4" w:rsidRPr="00B27BE4" w:rsidRDefault="00B27BE4" w:rsidP="00B27BE4">
      <w:pPr>
        <w:pStyle w:val="ListParagraph"/>
        <w:numPr>
          <w:ilvl w:val="0"/>
          <w:numId w:val="16"/>
        </w:numPr>
        <w:rPr>
          <w:b/>
          <w:color w:val="B35E06" w:themeColor="accent1" w:themeShade="BF"/>
          <w:sz w:val="32"/>
          <w:szCs w:val="32"/>
        </w:rPr>
      </w:pPr>
      <w:r w:rsidRPr="00B27BE4">
        <w:rPr>
          <w:b/>
          <w:color w:val="B35E06" w:themeColor="accent1" w:themeShade="BF"/>
          <w:sz w:val="32"/>
          <w:szCs w:val="32"/>
        </w:rPr>
        <w:t>Set certain times for studying</w:t>
      </w:r>
    </w:p>
    <w:p w:rsidR="00B27BE4" w:rsidRPr="00B27BE4" w:rsidRDefault="00B27BE4" w:rsidP="00B27BE4">
      <w:pPr>
        <w:pStyle w:val="ListParagraph"/>
        <w:numPr>
          <w:ilvl w:val="0"/>
          <w:numId w:val="16"/>
        </w:numPr>
        <w:rPr>
          <w:b/>
          <w:color w:val="B35E06" w:themeColor="accent1" w:themeShade="BF"/>
          <w:sz w:val="32"/>
          <w:szCs w:val="32"/>
        </w:rPr>
      </w:pPr>
      <w:r>
        <w:rPr>
          <w:b/>
          <w:noProof/>
          <w:color w:val="F07F09" w:themeColor="accent1"/>
          <w:sz w:val="32"/>
          <w:szCs w:val="32"/>
          <w:lang w:eastAsia="en-US"/>
        </w:rPr>
        <w:drawing>
          <wp:anchor distT="0" distB="0" distL="114300" distR="114300" simplePos="0" relativeHeight="251658240" behindDoc="0" locked="0" layoutInCell="1" allowOverlap="1" wp14:anchorId="0C3825CB" wp14:editId="610E982A">
            <wp:simplePos x="0" y="0"/>
            <wp:positionH relativeFrom="column">
              <wp:posOffset>4181475</wp:posOffset>
            </wp:positionH>
            <wp:positionV relativeFrom="paragraph">
              <wp:posOffset>8255</wp:posOffset>
            </wp:positionV>
            <wp:extent cx="2390775" cy="1914525"/>
            <wp:effectExtent l="0" t="0" r="9525" b="9525"/>
            <wp:wrapThrough wrapText="bothSides">
              <wp:wrapPolygon edited="0">
                <wp:start x="0" y="0"/>
                <wp:lineTo x="0" y="21493"/>
                <wp:lineTo x="21514" y="21493"/>
                <wp:lineTo x="2151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CA8E9KC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7BE4">
        <w:rPr>
          <w:b/>
          <w:color w:val="B35E06" w:themeColor="accent1" w:themeShade="BF"/>
          <w:sz w:val="32"/>
          <w:szCs w:val="32"/>
        </w:rPr>
        <w:t>Be positive</w:t>
      </w:r>
    </w:p>
    <w:p w:rsidR="00B27BE4" w:rsidRPr="00B27BE4" w:rsidRDefault="00B27BE4" w:rsidP="00B27BE4">
      <w:pPr>
        <w:pStyle w:val="ListParagraph"/>
        <w:numPr>
          <w:ilvl w:val="0"/>
          <w:numId w:val="16"/>
        </w:numPr>
        <w:rPr>
          <w:b/>
          <w:color w:val="B35E06" w:themeColor="accent1" w:themeShade="BF"/>
          <w:sz w:val="32"/>
          <w:szCs w:val="32"/>
        </w:rPr>
      </w:pPr>
      <w:r w:rsidRPr="00B27BE4">
        <w:rPr>
          <w:b/>
          <w:color w:val="B35E06" w:themeColor="accent1" w:themeShade="BF"/>
          <w:sz w:val="32"/>
          <w:szCs w:val="32"/>
        </w:rPr>
        <w:t>Do not over work yourself</w:t>
      </w:r>
    </w:p>
    <w:p w:rsidR="00B27BE4" w:rsidRPr="00B27BE4" w:rsidRDefault="00B27BE4" w:rsidP="00B27BE4">
      <w:pPr>
        <w:pStyle w:val="ListParagraph"/>
        <w:numPr>
          <w:ilvl w:val="0"/>
          <w:numId w:val="16"/>
        </w:numPr>
        <w:rPr>
          <w:b/>
          <w:color w:val="B35E06" w:themeColor="accent1" w:themeShade="BF"/>
          <w:sz w:val="32"/>
          <w:szCs w:val="32"/>
        </w:rPr>
      </w:pPr>
      <w:r w:rsidRPr="00B27BE4">
        <w:rPr>
          <w:b/>
          <w:noProof/>
          <w:color w:val="B35E06" w:themeColor="accent1" w:themeShade="BF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1622425</wp:posOffset>
                </wp:positionV>
                <wp:extent cx="3609975" cy="15049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BE4" w:rsidRPr="00FF0F92" w:rsidRDefault="00B27BE4">
                            <w:pPr>
                              <w:rPr>
                                <w:b/>
                                <w:color w:val="761E28" w:themeColor="accent2" w:themeShade="BF"/>
                              </w:rPr>
                            </w:pPr>
                            <w:r w:rsidRPr="00FF0F92">
                              <w:rPr>
                                <w:b/>
                                <w:color w:val="761E28" w:themeColor="accent2" w:themeShade="BF"/>
                              </w:rPr>
                              <w:t xml:space="preserve">For More </w:t>
                            </w:r>
                            <w:r w:rsidR="00FF0F92" w:rsidRPr="00FF0F92">
                              <w:rPr>
                                <w:b/>
                                <w:color w:val="761E28" w:themeColor="accent2" w:themeShade="BF"/>
                              </w:rPr>
                              <w:t>Information</w:t>
                            </w:r>
                            <w:r w:rsidRPr="00FF0F92">
                              <w:rPr>
                                <w:b/>
                                <w:color w:val="761E28" w:themeColor="accent2" w:themeShade="BF"/>
                              </w:rPr>
                              <w:t xml:space="preserve"> or Help Please Contact:</w:t>
                            </w:r>
                          </w:p>
                          <w:p w:rsidR="00B27BE4" w:rsidRPr="00FF0F92" w:rsidRDefault="00B27BE4">
                            <w:pPr>
                              <w:rPr>
                                <w:b/>
                                <w:color w:val="761E28" w:themeColor="accent2" w:themeShade="BF"/>
                              </w:rPr>
                            </w:pPr>
                            <w:r w:rsidRPr="00FF0F92">
                              <w:rPr>
                                <w:b/>
                                <w:color w:val="761E28" w:themeColor="accent2" w:themeShade="BF"/>
                              </w:rPr>
                              <w:t>Cassan</w:t>
                            </w:r>
                            <w:bookmarkStart w:id="0" w:name="_GoBack"/>
                            <w:bookmarkEnd w:id="0"/>
                            <w:r w:rsidRPr="00FF0F92">
                              <w:rPr>
                                <w:b/>
                                <w:color w:val="761E28" w:themeColor="accent2" w:themeShade="BF"/>
                              </w:rPr>
                              <w:t>dra Host</w:t>
                            </w:r>
                          </w:p>
                          <w:p w:rsidR="00FF0F92" w:rsidRPr="00FF0F92" w:rsidRDefault="00FF0F92">
                            <w:pPr>
                              <w:rPr>
                                <w:b/>
                                <w:color w:val="761E28" w:themeColor="accent2" w:themeShade="BF"/>
                              </w:rPr>
                            </w:pPr>
                            <w:r w:rsidRPr="00FF0F92">
                              <w:rPr>
                                <w:b/>
                                <w:color w:val="761E28" w:themeColor="accent2" w:themeShade="BF"/>
                              </w:rPr>
                              <w:t>Phone: (653) 496-7305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1.45pt;margin-top:127.75pt;width:284.25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">
                <v:textbox>
                  <w:txbxContent>
                    <w:p w:rsidR="00B27BE4" w:rsidRPr="00FF0F92" w:rsidRDefault="00B27BE4">
                      <w:pPr>
                        <w:rPr>
                          <w:b/>
                          <w:color w:val="761E28" w:themeColor="accent2" w:themeShade="BF"/>
                        </w:rPr>
                      </w:pPr>
                      <w:r w:rsidRPr="00FF0F92">
                        <w:rPr>
                          <w:b/>
                          <w:color w:val="761E28" w:themeColor="accent2" w:themeShade="BF"/>
                        </w:rPr>
                        <w:t xml:space="preserve">For More </w:t>
                      </w:r>
                      <w:r w:rsidR="00FF0F92" w:rsidRPr="00FF0F92">
                        <w:rPr>
                          <w:b/>
                          <w:color w:val="761E28" w:themeColor="accent2" w:themeShade="BF"/>
                        </w:rPr>
                        <w:t>Information</w:t>
                      </w:r>
                      <w:r w:rsidRPr="00FF0F92">
                        <w:rPr>
                          <w:b/>
                          <w:color w:val="761E28" w:themeColor="accent2" w:themeShade="BF"/>
                        </w:rPr>
                        <w:t xml:space="preserve"> or Help Please Contact:</w:t>
                      </w:r>
                    </w:p>
                    <w:p w:rsidR="00B27BE4" w:rsidRPr="00FF0F92" w:rsidRDefault="00B27BE4">
                      <w:pPr>
                        <w:rPr>
                          <w:b/>
                          <w:color w:val="761E28" w:themeColor="accent2" w:themeShade="BF"/>
                        </w:rPr>
                      </w:pPr>
                      <w:r w:rsidRPr="00FF0F92">
                        <w:rPr>
                          <w:b/>
                          <w:color w:val="761E28" w:themeColor="accent2" w:themeShade="BF"/>
                        </w:rPr>
                        <w:t>Cassan</w:t>
                      </w:r>
                      <w:bookmarkStart w:id="1" w:name="_GoBack"/>
                      <w:bookmarkEnd w:id="1"/>
                      <w:r w:rsidRPr="00FF0F92">
                        <w:rPr>
                          <w:b/>
                          <w:color w:val="761E28" w:themeColor="accent2" w:themeShade="BF"/>
                        </w:rPr>
                        <w:t>dra Host</w:t>
                      </w:r>
                    </w:p>
                    <w:p w:rsidR="00FF0F92" w:rsidRPr="00FF0F92" w:rsidRDefault="00FF0F92">
                      <w:pPr>
                        <w:rPr>
                          <w:b/>
                          <w:color w:val="761E28" w:themeColor="accent2" w:themeShade="BF"/>
                        </w:rPr>
                      </w:pPr>
                      <w:r w:rsidRPr="00FF0F92">
                        <w:rPr>
                          <w:b/>
                          <w:color w:val="761E28" w:themeColor="accent2" w:themeShade="BF"/>
                        </w:rPr>
                        <w:t>Phone: (653) 496-7305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color w:val="F07F09" w:themeColor="accent1"/>
          <w:sz w:val="32"/>
          <w:szCs w:val="32"/>
          <w:lang w:eastAsia="en-US"/>
        </w:rPr>
        <w:drawing>
          <wp:anchor distT="0" distB="0" distL="114300" distR="114300" simplePos="0" relativeHeight="251659264" behindDoc="1" locked="0" layoutInCell="1" allowOverlap="1" wp14:anchorId="11F42F60" wp14:editId="5FCA3DF4">
            <wp:simplePos x="0" y="0"/>
            <wp:positionH relativeFrom="column">
              <wp:posOffset>-619125</wp:posOffset>
            </wp:positionH>
            <wp:positionV relativeFrom="paragraph">
              <wp:posOffset>1562100</wp:posOffset>
            </wp:positionV>
            <wp:extent cx="2657475" cy="1771650"/>
            <wp:effectExtent l="0" t="0" r="9525" b="0"/>
            <wp:wrapTight wrapText="bothSides">
              <wp:wrapPolygon edited="0">
                <wp:start x="0" y="0"/>
                <wp:lineTo x="0" y="21368"/>
                <wp:lineTo x="21523" y="21368"/>
                <wp:lineTo x="2152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or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B35E06" w:themeColor="accent1" w:themeShade="BF"/>
          <w:sz w:val="32"/>
          <w:szCs w:val="32"/>
        </w:rPr>
        <w:t>Balance out work</w:t>
      </w:r>
      <w:r w:rsidRPr="00B27BE4">
        <w:rPr>
          <w:b/>
          <w:color w:val="B35E06" w:themeColor="accent1" w:themeShade="BF"/>
          <w:sz w:val="32"/>
          <w:szCs w:val="32"/>
        </w:rPr>
        <w:t xml:space="preserve"> hours</w:t>
      </w:r>
    </w:p>
    <w:sectPr w:rsidR="00B27BE4" w:rsidRPr="00B27B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3513587A"/>
    <w:multiLevelType w:val="hybridMultilevel"/>
    <w:tmpl w:val="18D02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C26D82"/>
    <w:multiLevelType w:val="hybridMultilevel"/>
    <w:tmpl w:val="CDBAF6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F0F5533"/>
    <w:multiLevelType w:val="hybridMultilevel"/>
    <w:tmpl w:val="7C8ED5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8B33E2E"/>
    <w:multiLevelType w:val="hybridMultilevel"/>
    <w:tmpl w:val="6602C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2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BE4"/>
    <w:rsid w:val="0019163F"/>
    <w:rsid w:val="00B27BE4"/>
    <w:rsid w:val="00FF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F1E9D0-8A89-429E-A0B2-EE454F4C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7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h85879\AppData\Roaming\Microsoft\Templates\Report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design (blank).dotx</Template>
  <TotalTime>16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labtech</dc:creator>
  <cp:keywords/>
  <cp:lastModifiedBy>Cassandra M. Host</cp:lastModifiedBy>
  <cp:revision>1</cp:revision>
  <dcterms:created xsi:type="dcterms:W3CDTF">2015-03-23T01:39:00Z</dcterms:created>
  <dcterms:modified xsi:type="dcterms:W3CDTF">2015-03-23T01:55:00Z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